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F269E">
        <w:rPr>
          <w:rFonts w:ascii="Arial" w:hAnsi="Arial" w:cs="Arial"/>
          <w:b/>
          <w:caps/>
          <w:sz w:val="28"/>
          <w:szCs w:val="28"/>
        </w:rPr>
        <w:t>811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F269E" w:rsidP="00CF269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F269E">
              <w:rPr>
                <w:rFonts w:ascii="Arial" w:hAnsi="Arial" w:cs="Arial"/>
                <w:sz w:val="20"/>
                <w:szCs w:val="20"/>
              </w:rPr>
              <w:t>Solicita capina e limpeza de área de lazer abandonada, situada na altura do nº 13</w:t>
            </w:r>
            <w:r>
              <w:rPr>
                <w:rFonts w:ascii="Arial" w:hAnsi="Arial" w:cs="Arial"/>
                <w:sz w:val="20"/>
                <w:szCs w:val="20"/>
              </w:rPr>
              <w:t>92</w:t>
            </w:r>
            <w:r w:rsidRPr="00CF269E">
              <w:rPr>
                <w:rFonts w:ascii="Arial" w:hAnsi="Arial" w:cs="Arial"/>
                <w:sz w:val="20"/>
                <w:szCs w:val="20"/>
              </w:rPr>
              <w:t xml:space="preserve"> da Avenida Moriaki Ueno, no Bairro Cidade Jardim.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F269E">
        <w:rPr>
          <w:rFonts w:ascii="Arial" w:hAnsi="Arial" w:cs="Arial"/>
        </w:rPr>
        <w:t>à execução dos serviços de</w:t>
      </w:r>
      <w:r w:rsidR="00CF269E" w:rsidRPr="00CF269E">
        <w:rPr>
          <w:rFonts w:ascii="Arial" w:hAnsi="Arial" w:cs="Arial"/>
        </w:rPr>
        <w:t xml:space="preserve"> capina e limpeza d</w:t>
      </w:r>
      <w:r w:rsidR="00CF269E">
        <w:rPr>
          <w:rFonts w:ascii="Arial" w:hAnsi="Arial" w:cs="Arial"/>
        </w:rPr>
        <w:t>e uma</w:t>
      </w:r>
      <w:r w:rsidR="00CF269E" w:rsidRPr="00CF269E">
        <w:rPr>
          <w:rFonts w:ascii="Arial" w:hAnsi="Arial" w:cs="Arial"/>
        </w:rPr>
        <w:t xml:space="preserve"> área de lazer abandonada situada na altura do nº 13</w:t>
      </w:r>
      <w:r w:rsidR="00CF269E">
        <w:rPr>
          <w:rFonts w:ascii="Arial" w:hAnsi="Arial" w:cs="Arial"/>
        </w:rPr>
        <w:t>92</w:t>
      </w:r>
      <w:r w:rsidR="00CF269E" w:rsidRPr="00CF269E">
        <w:rPr>
          <w:rFonts w:ascii="Arial" w:hAnsi="Arial" w:cs="Arial"/>
        </w:rPr>
        <w:t xml:space="preserve"> da Avenida Moriaki Ueno, no Bairro Cidade Jardim.</w:t>
      </w:r>
    </w:p>
    <w:p w:rsidR="00CF269E" w:rsidRDefault="00CF269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anexas, o local se encontra tomado pelo mato, o que impossibilita o seu uso para o lazer dos moradores, além de propiciar a proliferação de insetos e animais nocivos.</w:t>
      </w:r>
    </w:p>
    <w:p w:rsidR="00CF269E" w:rsidRDefault="00CF269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F269E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CF269E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F269E">
        <w:rPr>
          <w:rFonts w:ascii="Arial" w:hAnsi="Arial" w:cs="Arial"/>
        </w:rPr>
        <w:t>28 de março de 2018.</w:t>
      </w:r>
      <w:bookmarkStart w:id="0" w:name="_GoBack"/>
      <w:bookmarkEnd w:id="0"/>
    </w:p>
    <w:p w:rsidR="00CF269E" w:rsidRDefault="00CF269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F269E" w:rsidRDefault="00CF269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F269E" w:rsidRDefault="00CF269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F269E" w:rsidRDefault="00CF269E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CF269E" w:rsidRPr="00A34F2C" w:rsidRDefault="00CF269E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1C3E9C" w:rsidRDefault="00CF269E" w:rsidP="00CF269E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CF269E" w:rsidRDefault="00CF269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F269E" w:rsidRPr="00CF269E" w:rsidRDefault="00CF269E" w:rsidP="00CF269E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59F947C7">
            <wp:extent cx="1950720" cy="343662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720" cy="3436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306AD654">
            <wp:extent cx="1920240" cy="3436620"/>
            <wp:effectExtent l="0" t="0" r="381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3436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3A9082D5">
            <wp:extent cx="1798320" cy="343662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3436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F269E" w:rsidRPr="00CF269E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E64" w:rsidRDefault="00DB6E64">
      <w:r>
        <w:separator/>
      </w:r>
    </w:p>
  </w:endnote>
  <w:endnote w:type="continuationSeparator" w:id="0">
    <w:p w:rsidR="00DB6E64" w:rsidRDefault="00DB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E64" w:rsidRDefault="00DB6E64">
      <w:r>
        <w:separator/>
      </w:r>
    </w:p>
  </w:footnote>
  <w:footnote w:type="continuationSeparator" w:id="0">
    <w:p w:rsidR="00DB6E64" w:rsidRDefault="00DB6E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F269E">
      <w:rPr>
        <w:rFonts w:ascii="Arial" w:hAnsi="Arial" w:cs="Arial"/>
        <w:b/>
        <w:sz w:val="20"/>
        <w:szCs w:val="20"/>
        <w:u w:val="single"/>
      </w:rPr>
      <w:t>811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CF269E">
      <w:rPr>
        <w:rFonts w:ascii="Arial" w:hAnsi="Arial" w:cs="Arial"/>
        <w:b/>
        <w:sz w:val="20"/>
        <w:szCs w:val="20"/>
        <w:u w:val="single"/>
      </w:rPr>
      <w:t xml:space="preserve"> - SÔNIA REGINA GONÇALVES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7294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7294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943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269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B6E64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8918A-0576-465D-BAF5-9D7C8CCF5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15</TotalTime>
  <Pages>2</Pages>
  <Words>149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2018-03-26T18:33:00Z</cp:lastPrinted>
  <dcterms:created xsi:type="dcterms:W3CDTF">2018-03-26T18:32:00Z</dcterms:created>
  <dcterms:modified xsi:type="dcterms:W3CDTF">2018-03-26T18:47:00Z</dcterms:modified>
</cp:coreProperties>
</file>